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9132" w:type="dxa"/>
        <w:tblLook w:val="0000" w:firstRow="0" w:lastRow="0" w:firstColumn="0" w:lastColumn="0" w:noHBand="0" w:noVBand="0"/>
      </w:tblPr>
      <w:tblGrid>
        <w:gridCol w:w="3994"/>
        <w:gridCol w:w="1141"/>
        <w:gridCol w:w="3997"/>
      </w:tblGrid>
      <w:tr w:rsidR="00AD622A" w:rsidTr="00E249EA">
        <w:trPr>
          <w:trHeight w:val="902"/>
        </w:trPr>
        <w:tc>
          <w:tcPr>
            <w:tcW w:w="3994" w:type="dxa"/>
            <w:tcBorders>
              <w:bottom w:val="single" w:sz="12" w:space="0" w:color="auto"/>
            </w:tcBorders>
            <w:vAlign w:val="center"/>
          </w:tcPr>
          <w:p w:rsidR="007570DF" w:rsidRDefault="007570DF" w:rsidP="00C05D34">
            <w:pPr>
              <w:pStyle w:val="3"/>
              <w:ind w:right="0"/>
              <w:jc w:val="center"/>
            </w:pPr>
            <w:r>
              <w:t>Республика Алтай</w:t>
            </w:r>
          </w:p>
          <w:p w:rsidR="00AD622A" w:rsidRPr="00DB2DDD" w:rsidRDefault="007570DF" w:rsidP="00C05D34">
            <w:pPr>
              <w:pStyle w:val="3"/>
              <w:ind w:right="0"/>
              <w:jc w:val="center"/>
            </w:pPr>
            <w:r>
              <w:t>Администрация</w:t>
            </w:r>
          </w:p>
          <w:p w:rsidR="007570DF" w:rsidRDefault="007570DF" w:rsidP="00C05D34">
            <w:pPr>
              <w:pStyle w:val="3"/>
              <w:ind w:right="0"/>
              <w:jc w:val="center"/>
            </w:pPr>
            <w:r>
              <w:t>муниципального образования</w:t>
            </w:r>
          </w:p>
          <w:p w:rsidR="007570DF" w:rsidRPr="00DB2DDD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>
              <w:rPr>
                <w:b/>
                <w:sz w:val="20"/>
              </w:rPr>
              <w:t>«Майминский район»</w:t>
            </w:r>
          </w:p>
          <w:p w:rsidR="00C05D34" w:rsidRPr="00DB2DDD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bottom w:val="single" w:sz="12" w:space="0" w:color="auto"/>
            </w:tcBorders>
          </w:tcPr>
          <w:p w:rsidR="007570DF" w:rsidRPr="00DB2DDD" w:rsidRDefault="0029431F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29431F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3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contrast="3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96" w:type="dxa"/>
            <w:tcBorders>
              <w:bottom w:val="single" w:sz="12" w:space="0" w:color="auto"/>
            </w:tcBorders>
          </w:tcPr>
          <w:p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Алтай Республика</w:t>
            </w:r>
          </w:p>
          <w:p w:rsidR="007570DF" w:rsidRPr="000D2626" w:rsidRDefault="007570DF" w:rsidP="00C05D34">
            <w:pPr>
              <w:pStyle w:val="3"/>
              <w:ind w:right="-2"/>
              <w:jc w:val="center"/>
            </w:pPr>
            <w:r w:rsidRPr="000D2626">
              <w:t>«Майма аймак» деп муниципал</w:t>
            </w:r>
          </w:p>
          <w:p w:rsidR="007570DF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r w:rsidRPr="000D2626">
              <w:t>т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Tahoma" w:hAnsi="Tahoma" w:cs="Tahoma"/>
                <w:sz w:val="18"/>
              </w:rPr>
              <w:t>з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8"/>
              </w:rPr>
              <w:t>лм</w:t>
            </w:r>
            <w:r w:rsidRPr="000D2626">
              <w:rPr>
                <w:rFonts w:ascii="Lucida Console" w:hAnsi="Lucida Console"/>
                <w:sz w:val="14"/>
              </w:rPr>
              <w:t>Ö</w:t>
            </w:r>
            <w:r w:rsidRPr="000D2626">
              <w:rPr>
                <w:rFonts w:ascii="Lucida Console" w:hAnsi="Lucida Console"/>
                <w:sz w:val="16"/>
              </w:rPr>
              <w:t>н</w:t>
            </w:r>
            <w:r w:rsidRPr="000D2626">
              <w:rPr>
                <w:rFonts w:ascii="Lucida Console" w:hAnsi="Lucida Console"/>
                <w:bCs/>
                <w:sz w:val="16"/>
              </w:rPr>
              <w:t>инг</w:t>
            </w:r>
            <w:r w:rsidRPr="000D2626">
              <w:t xml:space="preserve"> администрациязы</w:t>
            </w:r>
          </w:p>
        </w:tc>
      </w:tr>
      <w:tr w:rsidR="00AD622A" w:rsidTr="00E249EA">
        <w:trPr>
          <w:trHeight w:val="328"/>
        </w:trPr>
        <w:tc>
          <w:tcPr>
            <w:tcW w:w="3994" w:type="dxa"/>
            <w:tcBorders>
              <w:top w:val="single" w:sz="12" w:space="0" w:color="auto"/>
            </w:tcBorders>
          </w:tcPr>
          <w:p w:rsidR="00AD622A" w:rsidRPr="00134655" w:rsidRDefault="00AD622A" w:rsidP="00827902">
            <w:pPr>
              <w:pStyle w:val="a4"/>
              <w:spacing w:before="480"/>
              <w:jc w:val="center"/>
              <w:rPr>
                <w:sz w:val="28"/>
                <w:szCs w:val="28"/>
              </w:rPr>
            </w:pPr>
            <w:r w:rsidRPr="00134655">
              <w:rPr>
                <w:b/>
                <w:sz w:val="36"/>
              </w:rPr>
              <w:t>РАСПОРЯЖЕНИЕ</w:t>
            </w:r>
          </w:p>
        </w:tc>
        <w:tc>
          <w:tcPr>
            <w:tcW w:w="1141" w:type="dxa"/>
            <w:tcBorders>
              <w:top w:val="single" w:sz="12" w:space="0" w:color="auto"/>
            </w:tcBorders>
          </w:tcPr>
          <w:p w:rsidR="00AD622A" w:rsidRPr="00134655" w:rsidRDefault="00AD622A" w:rsidP="00BC6A90">
            <w:pPr>
              <w:pStyle w:val="a4"/>
              <w:spacing w:before="480"/>
              <w:jc w:val="center"/>
            </w:pPr>
          </w:p>
        </w:tc>
        <w:tc>
          <w:tcPr>
            <w:tcW w:w="3996" w:type="dxa"/>
            <w:tcBorders>
              <w:top w:val="single" w:sz="12" w:space="0" w:color="auto"/>
            </w:tcBorders>
          </w:tcPr>
          <w:p w:rsidR="00AD622A" w:rsidRPr="00134655" w:rsidRDefault="00AD622A" w:rsidP="00BC6A90">
            <w:pPr>
              <w:pStyle w:val="a4"/>
              <w:spacing w:before="480"/>
              <w:jc w:val="center"/>
            </w:pPr>
            <w:r w:rsidRPr="00134655">
              <w:rPr>
                <w:b/>
                <w:sz w:val="36"/>
                <w:lang w:val="en-US"/>
              </w:rPr>
              <w:t>JAKAAH</w:t>
            </w:r>
          </w:p>
        </w:tc>
      </w:tr>
      <w:tr w:rsidR="00AD622A" w:rsidTr="00E249EA">
        <w:trPr>
          <w:trHeight w:val="1780"/>
        </w:trPr>
        <w:tc>
          <w:tcPr>
            <w:tcW w:w="9132" w:type="dxa"/>
            <w:gridSpan w:val="3"/>
          </w:tcPr>
          <w:p w:rsidR="00AD622A" w:rsidRPr="00433F3F" w:rsidRDefault="00627A2E" w:rsidP="008251A0">
            <w:pPr>
              <w:pStyle w:val="a4"/>
              <w:spacing w:before="240"/>
              <w:jc w:val="center"/>
              <w:rPr>
                <w:sz w:val="27"/>
                <w:szCs w:val="27"/>
                <w:lang w:val="en-US"/>
              </w:rPr>
            </w:pPr>
            <w:r w:rsidRPr="001B2E82">
              <w:rPr>
                <w:sz w:val="28"/>
                <w:szCs w:val="28"/>
              </w:rPr>
              <w:t>от</w:t>
            </w:r>
            <w:r w:rsidR="00897E8B">
              <w:rPr>
                <w:sz w:val="28"/>
                <w:szCs w:val="28"/>
              </w:rPr>
              <w:t xml:space="preserve"> </w:t>
            </w:r>
            <w:r w:rsidR="00C80D3E" w:rsidRPr="00433F3F">
              <w:rPr>
                <w:sz w:val="27"/>
                <w:szCs w:val="27"/>
              </w:rPr>
              <w:t>«____» ________________ 202</w:t>
            </w:r>
            <w:r w:rsidR="00231999" w:rsidRPr="00433F3F">
              <w:rPr>
                <w:sz w:val="27"/>
                <w:szCs w:val="27"/>
              </w:rPr>
              <w:t>5</w:t>
            </w:r>
            <w:r w:rsidR="00AD622A" w:rsidRPr="00433F3F">
              <w:rPr>
                <w:sz w:val="27"/>
                <w:szCs w:val="27"/>
              </w:rPr>
              <w:t xml:space="preserve"> года № ____</w:t>
            </w:r>
            <w:r w:rsidRPr="00433F3F">
              <w:rPr>
                <w:sz w:val="27"/>
                <w:szCs w:val="27"/>
                <w:lang w:val="en-US"/>
              </w:rPr>
              <w:t>_</w:t>
            </w:r>
          </w:p>
          <w:p w:rsidR="00A55183" w:rsidRPr="0029431F" w:rsidRDefault="00AD622A" w:rsidP="008251A0">
            <w:pPr>
              <w:pStyle w:val="a4"/>
              <w:spacing w:before="240"/>
              <w:ind w:right="0"/>
              <w:jc w:val="center"/>
              <w:rPr>
                <w:sz w:val="28"/>
                <w:szCs w:val="28"/>
              </w:rPr>
            </w:pPr>
            <w:r w:rsidRPr="00433F3F">
              <w:rPr>
                <w:sz w:val="27"/>
                <w:szCs w:val="27"/>
              </w:rPr>
              <w:t>с. Майма</w:t>
            </w:r>
          </w:p>
        </w:tc>
      </w:tr>
    </w:tbl>
    <w:p w:rsidR="002F4C57" w:rsidRPr="00433F3F" w:rsidRDefault="009D52AC" w:rsidP="002F4C57">
      <w:pPr>
        <w:tabs>
          <w:tab w:val="left" w:pos="167"/>
        </w:tabs>
        <w:spacing w:before="0" w:line="240" w:lineRule="auto"/>
        <w:ind w:left="0" w:right="0"/>
        <w:rPr>
          <w:b/>
          <w:bCs/>
          <w:sz w:val="27"/>
          <w:szCs w:val="27"/>
        </w:rPr>
      </w:pPr>
      <w:r w:rsidRPr="00433F3F">
        <w:rPr>
          <w:b/>
          <w:bCs/>
          <w:sz w:val="27"/>
          <w:szCs w:val="27"/>
        </w:rPr>
        <w:t xml:space="preserve">О </w:t>
      </w:r>
      <w:r w:rsidR="00662FFC" w:rsidRPr="00433F3F">
        <w:rPr>
          <w:b/>
          <w:bCs/>
          <w:sz w:val="27"/>
          <w:szCs w:val="27"/>
        </w:rPr>
        <w:t>предоставлени</w:t>
      </w:r>
      <w:r w:rsidR="00DA33D9" w:rsidRPr="00433F3F">
        <w:rPr>
          <w:b/>
          <w:bCs/>
          <w:sz w:val="27"/>
          <w:szCs w:val="27"/>
        </w:rPr>
        <w:t>и</w:t>
      </w:r>
      <w:r w:rsidR="00662FFC" w:rsidRPr="00433F3F">
        <w:rPr>
          <w:b/>
          <w:bCs/>
          <w:sz w:val="27"/>
          <w:szCs w:val="27"/>
        </w:rPr>
        <w:t xml:space="preserve"> разрешения на</w:t>
      </w:r>
      <w:r w:rsidR="004B56C4" w:rsidRPr="00433F3F">
        <w:rPr>
          <w:b/>
          <w:bCs/>
          <w:sz w:val="27"/>
          <w:szCs w:val="27"/>
        </w:rPr>
        <w:t xml:space="preserve"> отклонение от предельных параметров </w:t>
      </w:r>
      <w:r w:rsidR="00CE48B3">
        <w:rPr>
          <w:b/>
          <w:bCs/>
          <w:sz w:val="27"/>
          <w:szCs w:val="27"/>
        </w:rPr>
        <w:t>разрешенного строительства объекта капитального строительства «Многоквартирного дома» расположенного</w:t>
      </w:r>
      <w:r w:rsidR="002F4C57" w:rsidRPr="00433F3F">
        <w:rPr>
          <w:b/>
          <w:bCs/>
          <w:sz w:val="27"/>
          <w:szCs w:val="27"/>
        </w:rPr>
        <w:t xml:space="preserve"> на земельном участке с кадастровым номером 04:01:</w:t>
      </w:r>
      <w:r w:rsidR="00CE48B3">
        <w:rPr>
          <w:b/>
          <w:bCs/>
          <w:sz w:val="27"/>
          <w:szCs w:val="27"/>
        </w:rPr>
        <w:t>010501:823</w:t>
      </w:r>
      <w:r w:rsidR="002F4C57" w:rsidRPr="00433F3F">
        <w:rPr>
          <w:b/>
          <w:bCs/>
          <w:sz w:val="27"/>
          <w:szCs w:val="27"/>
        </w:rPr>
        <w:t>, по адресу: Российская Федерация, Республика Алтай, Майминский район, Ма</w:t>
      </w:r>
      <w:r w:rsidR="00CE48B3">
        <w:rPr>
          <w:b/>
          <w:bCs/>
          <w:sz w:val="27"/>
          <w:szCs w:val="27"/>
        </w:rPr>
        <w:t>йминское сельское поселение, с. Подгорное, ул. Береговая, д. 10, кв.2</w:t>
      </w:r>
    </w:p>
    <w:p w:rsidR="001E410C" w:rsidRPr="00433F3F" w:rsidRDefault="001E410C" w:rsidP="002F4C57">
      <w:pPr>
        <w:tabs>
          <w:tab w:val="left" w:pos="167"/>
        </w:tabs>
        <w:spacing w:before="0" w:line="240" w:lineRule="auto"/>
        <w:ind w:left="0" w:right="0"/>
        <w:rPr>
          <w:b/>
          <w:bCs/>
          <w:sz w:val="24"/>
          <w:szCs w:val="24"/>
        </w:rPr>
      </w:pPr>
    </w:p>
    <w:p w:rsidR="008A0115" w:rsidRPr="00433F3F" w:rsidRDefault="008A0115" w:rsidP="002F4C57">
      <w:pPr>
        <w:tabs>
          <w:tab w:val="left" w:pos="167"/>
        </w:tabs>
        <w:spacing w:before="0" w:line="240" w:lineRule="auto"/>
        <w:ind w:left="0" w:right="0" w:firstLine="709"/>
        <w:rPr>
          <w:sz w:val="24"/>
          <w:szCs w:val="24"/>
        </w:rPr>
      </w:pPr>
    </w:p>
    <w:p w:rsidR="009D52AC" w:rsidRPr="00433F3F" w:rsidRDefault="00BF4CEC" w:rsidP="007A3C84">
      <w:pPr>
        <w:tabs>
          <w:tab w:val="left" w:pos="567"/>
        </w:tabs>
        <w:spacing w:before="0" w:line="240" w:lineRule="auto"/>
        <w:ind w:left="0" w:right="0" w:firstLine="709"/>
        <w:jc w:val="both"/>
        <w:rPr>
          <w:sz w:val="27"/>
          <w:szCs w:val="27"/>
        </w:rPr>
      </w:pPr>
      <w:r w:rsidRPr="00433F3F">
        <w:rPr>
          <w:sz w:val="27"/>
          <w:szCs w:val="27"/>
        </w:rPr>
        <w:t xml:space="preserve">На основании </w:t>
      </w:r>
      <w:r w:rsidR="00064239" w:rsidRPr="00433F3F">
        <w:rPr>
          <w:sz w:val="27"/>
          <w:szCs w:val="27"/>
        </w:rPr>
        <w:t>части 4</w:t>
      </w:r>
      <w:r w:rsidR="00AC3F88" w:rsidRPr="00433F3F">
        <w:rPr>
          <w:sz w:val="27"/>
          <w:szCs w:val="27"/>
        </w:rPr>
        <w:t xml:space="preserve"> </w:t>
      </w:r>
      <w:r w:rsidR="000F285D" w:rsidRPr="00433F3F">
        <w:rPr>
          <w:sz w:val="27"/>
          <w:szCs w:val="27"/>
        </w:rPr>
        <w:t>статьи 5.1</w:t>
      </w:r>
      <w:r w:rsidR="00064239" w:rsidRPr="00433F3F">
        <w:rPr>
          <w:sz w:val="27"/>
          <w:szCs w:val="27"/>
        </w:rPr>
        <w:t>,</w:t>
      </w:r>
      <w:r w:rsidR="009D52AC" w:rsidRPr="00433F3F">
        <w:rPr>
          <w:sz w:val="27"/>
          <w:szCs w:val="27"/>
        </w:rPr>
        <w:t xml:space="preserve"> </w:t>
      </w:r>
      <w:r w:rsidR="00AC3F88" w:rsidRPr="00433F3F">
        <w:rPr>
          <w:sz w:val="27"/>
          <w:szCs w:val="27"/>
        </w:rPr>
        <w:t xml:space="preserve">статьи 40 </w:t>
      </w:r>
      <w:r w:rsidR="009D52AC" w:rsidRPr="00433F3F">
        <w:rPr>
          <w:sz w:val="27"/>
          <w:szCs w:val="27"/>
        </w:rPr>
        <w:t>Градостроительного кодекса</w:t>
      </w:r>
      <w:r w:rsidR="00521A53" w:rsidRPr="00433F3F">
        <w:rPr>
          <w:sz w:val="27"/>
          <w:szCs w:val="27"/>
        </w:rPr>
        <w:t xml:space="preserve"> </w:t>
      </w:r>
      <w:r w:rsidR="009D52AC" w:rsidRPr="00433F3F">
        <w:rPr>
          <w:sz w:val="27"/>
          <w:szCs w:val="27"/>
        </w:rPr>
        <w:t>Российской Федер</w:t>
      </w:r>
      <w:r w:rsidR="00542518" w:rsidRPr="00433F3F">
        <w:rPr>
          <w:sz w:val="27"/>
          <w:szCs w:val="27"/>
        </w:rPr>
        <w:t>ации</w:t>
      </w:r>
      <w:r w:rsidR="00CE48B3">
        <w:rPr>
          <w:sz w:val="27"/>
          <w:szCs w:val="27"/>
        </w:rPr>
        <w:t xml:space="preserve">, </w:t>
      </w:r>
      <w:r w:rsidR="00273AB4" w:rsidRPr="00433F3F">
        <w:rPr>
          <w:sz w:val="27"/>
          <w:szCs w:val="27"/>
        </w:rPr>
        <w:t>Соглашения о передаче части полномочий по решению вопросов местного значения в сфере архи</w:t>
      </w:r>
      <w:r w:rsidR="002F4C57" w:rsidRPr="00433F3F">
        <w:rPr>
          <w:sz w:val="27"/>
          <w:szCs w:val="27"/>
        </w:rPr>
        <w:t>тектуры и градостроительства № 4</w:t>
      </w:r>
      <w:r w:rsidR="00273AB4" w:rsidRPr="00433F3F">
        <w:rPr>
          <w:sz w:val="27"/>
          <w:szCs w:val="27"/>
        </w:rPr>
        <w:t xml:space="preserve"> от 22 февраля 2023 года, в целях устойчивого развития территории муниципального образования «</w:t>
      </w:r>
      <w:r w:rsidR="00B964DC" w:rsidRPr="00433F3F">
        <w:rPr>
          <w:sz w:val="27"/>
          <w:szCs w:val="27"/>
        </w:rPr>
        <w:t>Ма</w:t>
      </w:r>
      <w:r w:rsidR="00CE48B3">
        <w:rPr>
          <w:sz w:val="27"/>
          <w:szCs w:val="27"/>
        </w:rPr>
        <w:t>йминское</w:t>
      </w:r>
      <w:r w:rsidR="00273AB4" w:rsidRPr="00433F3F">
        <w:rPr>
          <w:sz w:val="27"/>
          <w:szCs w:val="27"/>
        </w:rPr>
        <w:t xml:space="preserve"> сельское поселение»</w:t>
      </w:r>
      <w:r w:rsidR="00BE3EF5" w:rsidRPr="00433F3F">
        <w:rPr>
          <w:sz w:val="27"/>
          <w:szCs w:val="27"/>
        </w:rPr>
        <w:t>,</w:t>
      </w:r>
      <w:r w:rsidR="00273AB4" w:rsidRPr="00433F3F">
        <w:rPr>
          <w:sz w:val="27"/>
          <w:szCs w:val="27"/>
        </w:rPr>
        <w:t xml:space="preserve"> </w:t>
      </w:r>
      <w:r w:rsidR="00A761B0" w:rsidRPr="00433F3F">
        <w:rPr>
          <w:sz w:val="27"/>
          <w:szCs w:val="27"/>
        </w:rPr>
        <w:t xml:space="preserve">на основании </w:t>
      </w:r>
      <w:r w:rsidR="00CE48B3" w:rsidRPr="00433F3F">
        <w:rPr>
          <w:sz w:val="27"/>
          <w:szCs w:val="27"/>
        </w:rPr>
        <w:t>заявления Аронова</w:t>
      </w:r>
      <w:r w:rsidR="00CE48B3">
        <w:rPr>
          <w:sz w:val="27"/>
          <w:szCs w:val="27"/>
        </w:rPr>
        <w:t xml:space="preserve"> Д.А</w:t>
      </w:r>
      <w:r w:rsidR="0017529E" w:rsidRPr="00433F3F">
        <w:rPr>
          <w:sz w:val="27"/>
          <w:szCs w:val="27"/>
        </w:rPr>
        <w:t>.</w:t>
      </w:r>
      <w:r w:rsidR="00CE48B3">
        <w:rPr>
          <w:sz w:val="27"/>
          <w:szCs w:val="27"/>
        </w:rPr>
        <w:t xml:space="preserve"> Ароновой Е.А. Ароновой С.Д. Ароновой П.Д.</w:t>
      </w:r>
      <w:r w:rsidR="00FD0565" w:rsidRPr="00433F3F">
        <w:rPr>
          <w:sz w:val="27"/>
          <w:szCs w:val="27"/>
        </w:rPr>
        <w:t xml:space="preserve"> от </w:t>
      </w:r>
      <w:r w:rsidR="00CE48B3">
        <w:rPr>
          <w:sz w:val="27"/>
          <w:szCs w:val="27"/>
        </w:rPr>
        <w:t>31 июля</w:t>
      </w:r>
      <w:r w:rsidR="005B7FF6" w:rsidRPr="00433F3F">
        <w:rPr>
          <w:sz w:val="27"/>
          <w:szCs w:val="27"/>
        </w:rPr>
        <w:t xml:space="preserve"> </w:t>
      </w:r>
      <w:r w:rsidR="00C80D3E" w:rsidRPr="00433F3F">
        <w:rPr>
          <w:sz w:val="27"/>
          <w:szCs w:val="27"/>
        </w:rPr>
        <w:t>202</w:t>
      </w:r>
      <w:r w:rsidR="007A3C84" w:rsidRPr="00433F3F">
        <w:rPr>
          <w:sz w:val="27"/>
          <w:szCs w:val="27"/>
        </w:rPr>
        <w:t>5</w:t>
      </w:r>
      <w:r w:rsidR="00A06A12" w:rsidRPr="00433F3F">
        <w:rPr>
          <w:sz w:val="27"/>
          <w:szCs w:val="27"/>
        </w:rPr>
        <w:t xml:space="preserve"> </w:t>
      </w:r>
      <w:r w:rsidR="00FD0565" w:rsidRPr="00433F3F">
        <w:rPr>
          <w:sz w:val="27"/>
          <w:szCs w:val="27"/>
        </w:rPr>
        <w:t xml:space="preserve">года № </w:t>
      </w:r>
      <w:r w:rsidR="00CE48B3">
        <w:rPr>
          <w:sz w:val="27"/>
          <w:szCs w:val="27"/>
        </w:rPr>
        <w:t>8078</w:t>
      </w:r>
      <w:r w:rsidR="009D52AC" w:rsidRPr="00433F3F">
        <w:rPr>
          <w:sz w:val="27"/>
          <w:szCs w:val="27"/>
        </w:rPr>
        <w:t>:</w:t>
      </w:r>
    </w:p>
    <w:p w:rsidR="00D32A9F" w:rsidRPr="00433F3F" w:rsidRDefault="00521A53" w:rsidP="00E62345">
      <w:pPr>
        <w:tabs>
          <w:tab w:val="left" w:pos="567"/>
        </w:tabs>
        <w:spacing w:before="0" w:line="240" w:lineRule="auto"/>
        <w:ind w:left="0" w:right="0" w:firstLine="709"/>
        <w:jc w:val="both"/>
        <w:rPr>
          <w:bCs/>
          <w:sz w:val="27"/>
          <w:szCs w:val="27"/>
        </w:rPr>
      </w:pPr>
      <w:r w:rsidRPr="00433F3F">
        <w:rPr>
          <w:bCs/>
          <w:sz w:val="27"/>
          <w:szCs w:val="27"/>
        </w:rPr>
        <w:t xml:space="preserve">1. </w:t>
      </w:r>
      <w:r w:rsidR="00715FAA" w:rsidRPr="00433F3F">
        <w:rPr>
          <w:bCs/>
          <w:sz w:val="27"/>
          <w:szCs w:val="27"/>
        </w:rPr>
        <w:t>Предоставить разрешение на</w:t>
      </w:r>
      <w:r w:rsidR="00DA33D9" w:rsidRPr="00433F3F">
        <w:rPr>
          <w:bCs/>
          <w:sz w:val="27"/>
          <w:szCs w:val="27"/>
        </w:rPr>
        <w:t xml:space="preserve"> отклонение от пр</w:t>
      </w:r>
      <w:r w:rsidR="00BB7693" w:rsidRPr="00433F3F">
        <w:rPr>
          <w:bCs/>
          <w:sz w:val="27"/>
          <w:szCs w:val="27"/>
        </w:rPr>
        <w:t xml:space="preserve">едельных </w:t>
      </w:r>
      <w:r w:rsidR="00CE48B3" w:rsidRPr="00433F3F">
        <w:rPr>
          <w:bCs/>
          <w:sz w:val="27"/>
          <w:szCs w:val="27"/>
        </w:rPr>
        <w:t xml:space="preserve">параметров </w:t>
      </w:r>
      <w:r w:rsidR="00CE48B3">
        <w:rPr>
          <w:bCs/>
          <w:sz w:val="27"/>
          <w:szCs w:val="27"/>
        </w:rPr>
        <w:t xml:space="preserve">разрешенного строительства объекта капитального строительства «Многоквартирного дома» </w:t>
      </w:r>
      <w:r w:rsidR="00231999" w:rsidRPr="00433F3F">
        <w:rPr>
          <w:bCs/>
          <w:sz w:val="27"/>
          <w:szCs w:val="27"/>
        </w:rPr>
        <w:t xml:space="preserve">в части </w:t>
      </w:r>
      <w:r w:rsidR="00CE48B3">
        <w:rPr>
          <w:bCs/>
          <w:sz w:val="27"/>
          <w:szCs w:val="27"/>
        </w:rPr>
        <w:t>сокращения минимального отступа с севера восточной стороны 3,8 метра расположенном</w:t>
      </w:r>
      <w:r w:rsidR="0080390A" w:rsidRPr="00433F3F">
        <w:rPr>
          <w:bCs/>
          <w:sz w:val="27"/>
          <w:szCs w:val="27"/>
        </w:rPr>
        <w:t xml:space="preserve"> по адресу:</w:t>
      </w:r>
      <w:r w:rsidR="00A06A12" w:rsidRPr="00433F3F">
        <w:rPr>
          <w:bCs/>
          <w:sz w:val="27"/>
          <w:szCs w:val="27"/>
        </w:rPr>
        <w:t xml:space="preserve"> </w:t>
      </w:r>
      <w:r w:rsidR="00231999" w:rsidRPr="00433F3F">
        <w:rPr>
          <w:bCs/>
          <w:sz w:val="27"/>
          <w:szCs w:val="27"/>
        </w:rPr>
        <w:t xml:space="preserve">Российская Федерация, </w:t>
      </w:r>
      <w:r w:rsidR="0080390A" w:rsidRPr="00433F3F">
        <w:rPr>
          <w:bCs/>
          <w:sz w:val="27"/>
          <w:szCs w:val="27"/>
        </w:rPr>
        <w:t>Респ</w:t>
      </w:r>
      <w:r w:rsidR="00A06A12" w:rsidRPr="00433F3F">
        <w:rPr>
          <w:bCs/>
          <w:sz w:val="27"/>
          <w:szCs w:val="27"/>
        </w:rPr>
        <w:t>ублика Алтай, Майминский</w:t>
      </w:r>
      <w:r w:rsidR="00FD0565" w:rsidRPr="00433F3F">
        <w:rPr>
          <w:bCs/>
          <w:sz w:val="27"/>
          <w:szCs w:val="27"/>
        </w:rPr>
        <w:t xml:space="preserve"> район</w:t>
      </w:r>
      <w:r w:rsidR="00B3608C" w:rsidRPr="00433F3F">
        <w:rPr>
          <w:bCs/>
          <w:sz w:val="27"/>
          <w:szCs w:val="27"/>
        </w:rPr>
        <w:t xml:space="preserve">, </w:t>
      </w:r>
      <w:r w:rsidR="00E62345" w:rsidRPr="00433F3F">
        <w:rPr>
          <w:bCs/>
          <w:sz w:val="27"/>
          <w:szCs w:val="27"/>
        </w:rPr>
        <w:t>Ма</w:t>
      </w:r>
      <w:r w:rsidR="00CE48B3">
        <w:rPr>
          <w:bCs/>
          <w:sz w:val="27"/>
          <w:szCs w:val="27"/>
        </w:rPr>
        <w:t>йминское</w:t>
      </w:r>
      <w:r w:rsidR="00E62345" w:rsidRPr="00433F3F">
        <w:rPr>
          <w:bCs/>
          <w:sz w:val="27"/>
          <w:szCs w:val="27"/>
        </w:rPr>
        <w:t xml:space="preserve"> сельское поселение, с. </w:t>
      </w:r>
      <w:r w:rsidR="00CE48B3">
        <w:rPr>
          <w:bCs/>
          <w:sz w:val="27"/>
          <w:szCs w:val="27"/>
        </w:rPr>
        <w:t>Подгорное, ул. Береговая, д. 10, кв.2</w:t>
      </w:r>
      <w:bookmarkStart w:id="0" w:name="_GoBack"/>
      <w:bookmarkEnd w:id="0"/>
    </w:p>
    <w:p w:rsidR="00D32A9F" w:rsidRPr="00433F3F" w:rsidRDefault="00521A53" w:rsidP="002F4C57">
      <w:pPr>
        <w:tabs>
          <w:tab w:val="left" w:pos="567"/>
        </w:tabs>
        <w:spacing w:before="0" w:line="240" w:lineRule="auto"/>
        <w:ind w:left="0" w:right="0" w:firstLine="709"/>
        <w:jc w:val="both"/>
        <w:rPr>
          <w:sz w:val="27"/>
          <w:szCs w:val="27"/>
        </w:rPr>
      </w:pPr>
      <w:r w:rsidRPr="00433F3F">
        <w:rPr>
          <w:bCs/>
          <w:sz w:val="27"/>
          <w:szCs w:val="27"/>
        </w:rPr>
        <w:t xml:space="preserve">2. </w:t>
      </w:r>
      <w:r w:rsidR="009D52AC" w:rsidRPr="00433F3F">
        <w:rPr>
          <w:sz w:val="27"/>
          <w:szCs w:val="27"/>
        </w:rPr>
        <w:t>Муниципальному казенному учреждению «Управление по обеспечению деятельности Администрации муниципального образования «Майминск</w:t>
      </w:r>
      <w:r w:rsidR="00093632" w:rsidRPr="00433F3F">
        <w:rPr>
          <w:sz w:val="27"/>
          <w:szCs w:val="27"/>
        </w:rPr>
        <w:t xml:space="preserve">ий район» разместить </w:t>
      </w:r>
      <w:r w:rsidR="00136094" w:rsidRPr="00433F3F">
        <w:rPr>
          <w:sz w:val="27"/>
          <w:szCs w:val="27"/>
        </w:rPr>
        <w:t>настоящее Распоряжение</w:t>
      </w:r>
      <w:r w:rsidR="009D52AC" w:rsidRPr="00433F3F">
        <w:rPr>
          <w:sz w:val="27"/>
          <w:szCs w:val="27"/>
        </w:rPr>
        <w:t xml:space="preserve"> на официальном </w:t>
      </w:r>
      <w:r w:rsidR="0082277B" w:rsidRPr="00433F3F">
        <w:rPr>
          <w:sz w:val="27"/>
          <w:szCs w:val="27"/>
        </w:rPr>
        <w:t>сайте Майминского</w:t>
      </w:r>
      <w:r w:rsidR="009D52AC" w:rsidRPr="00433F3F">
        <w:rPr>
          <w:sz w:val="27"/>
          <w:szCs w:val="27"/>
        </w:rPr>
        <w:t xml:space="preserve"> района</w:t>
      </w:r>
      <w:r w:rsidRPr="00433F3F">
        <w:rPr>
          <w:sz w:val="27"/>
          <w:szCs w:val="27"/>
        </w:rPr>
        <w:t xml:space="preserve"> в сети «Интернет»</w:t>
      </w:r>
      <w:r w:rsidR="009D52AC" w:rsidRPr="00433F3F">
        <w:rPr>
          <w:sz w:val="27"/>
          <w:szCs w:val="27"/>
        </w:rPr>
        <w:t>.</w:t>
      </w:r>
    </w:p>
    <w:p w:rsidR="00D32A9F" w:rsidRPr="00433F3F" w:rsidRDefault="00410DC2" w:rsidP="002F4C57">
      <w:pPr>
        <w:tabs>
          <w:tab w:val="left" w:pos="567"/>
        </w:tabs>
        <w:spacing w:before="0" w:line="240" w:lineRule="auto"/>
        <w:ind w:left="0" w:right="0" w:firstLine="709"/>
        <w:jc w:val="both"/>
        <w:rPr>
          <w:sz w:val="27"/>
          <w:szCs w:val="27"/>
        </w:rPr>
      </w:pPr>
      <w:r w:rsidRPr="00433F3F">
        <w:rPr>
          <w:sz w:val="27"/>
          <w:szCs w:val="27"/>
        </w:rPr>
        <w:t>3</w:t>
      </w:r>
      <w:r w:rsidR="00521A53" w:rsidRPr="00433F3F">
        <w:rPr>
          <w:sz w:val="27"/>
          <w:szCs w:val="27"/>
        </w:rPr>
        <w:t xml:space="preserve">. </w:t>
      </w:r>
      <w:r w:rsidR="00D32A9F" w:rsidRPr="00433F3F">
        <w:rPr>
          <w:sz w:val="27"/>
          <w:szCs w:val="27"/>
        </w:rPr>
        <w:t xml:space="preserve">Контроль за исполнением настоящего </w:t>
      </w:r>
      <w:r w:rsidR="003D64DB" w:rsidRPr="00433F3F">
        <w:rPr>
          <w:sz w:val="27"/>
          <w:szCs w:val="27"/>
        </w:rPr>
        <w:t>Распоряжения возложить на</w:t>
      </w:r>
      <w:r w:rsidR="0058223D" w:rsidRPr="00433F3F">
        <w:rPr>
          <w:sz w:val="27"/>
          <w:szCs w:val="27"/>
        </w:rPr>
        <w:t xml:space="preserve"> Заместителя Главы Администрации муниципального образования «Майминский район» </w:t>
      </w:r>
      <w:r w:rsidR="00F40A2B" w:rsidRPr="00433F3F">
        <w:rPr>
          <w:sz w:val="27"/>
          <w:szCs w:val="27"/>
        </w:rPr>
        <w:t>Ю.А. Рябищенко</w:t>
      </w:r>
      <w:r w:rsidR="007E6BA5" w:rsidRPr="00433F3F">
        <w:rPr>
          <w:sz w:val="27"/>
          <w:szCs w:val="27"/>
        </w:rPr>
        <w:t>.</w:t>
      </w:r>
    </w:p>
    <w:p w:rsidR="00257AAF" w:rsidRPr="00433F3F" w:rsidRDefault="00257AAF" w:rsidP="0026350E">
      <w:pPr>
        <w:pStyle w:val="ae"/>
        <w:spacing w:before="0" w:beforeAutospacing="0" w:after="0"/>
        <w:ind w:left="709" w:right="-74"/>
        <w:rPr>
          <w:sz w:val="27"/>
          <w:szCs w:val="27"/>
        </w:rPr>
      </w:pPr>
    </w:p>
    <w:p w:rsidR="00231999" w:rsidRPr="00433F3F" w:rsidRDefault="00231999" w:rsidP="0026350E">
      <w:pPr>
        <w:pStyle w:val="ae"/>
        <w:spacing w:before="0" w:beforeAutospacing="0" w:after="0"/>
        <w:ind w:left="709" w:right="-74"/>
        <w:rPr>
          <w:sz w:val="27"/>
          <w:szCs w:val="27"/>
        </w:rPr>
      </w:pPr>
    </w:p>
    <w:p w:rsidR="008251A0" w:rsidRDefault="00DB18AF" w:rsidP="00494EED">
      <w:pPr>
        <w:pStyle w:val="ae"/>
        <w:spacing w:before="0" w:beforeAutospacing="0" w:after="0"/>
        <w:ind w:right="-74"/>
        <w:rPr>
          <w:sz w:val="27"/>
          <w:szCs w:val="27"/>
        </w:rPr>
      </w:pPr>
      <w:r w:rsidRPr="00433F3F">
        <w:rPr>
          <w:sz w:val="27"/>
          <w:szCs w:val="27"/>
        </w:rPr>
        <w:t>Глава</w:t>
      </w:r>
      <w:r w:rsidR="00494EED" w:rsidRPr="00433F3F">
        <w:rPr>
          <w:sz w:val="27"/>
          <w:szCs w:val="27"/>
        </w:rPr>
        <w:t xml:space="preserve"> </w:t>
      </w:r>
      <w:r w:rsidR="00E249EA" w:rsidRPr="00433F3F">
        <w:rPr>
          <w:sz w:val="27"/>
          <w:szCs w:val="27"/>
        </w:rPr>
        <w:t xml:space="preserve">Администрации </w:t>
      </w:r>
    </w:p>
    <w:p w:rsidR="008251A0" w:rsidRDefault="00C62C8A" w:rsidP="00494EED">
      <w:pPr>
        <w:pStyle w:val="ae"/>
        <w:spacing w:before="0" w:beforeAutospacing="0" w:after="0"/>
        <w:ind w:right="-74"/>
        <w:rPr>
          <w:sz w:val="27"/>
          <w:szCs w:val="27"/>
        </w:rPr>
      </w:pPr>
      <w:r w:rsidRPr="00433F3F">
        <w:rPr>
          <w:sz w:val="27"/>
          <w:szCs w:val="27"/>
        </w:rPr>
        <w:t xml:space="preserve">муниципального </w:t>
      </w:r>
      <w:r w:rsidR="00494EED" w:rsidRPr="00433F3F">
        <w:rPr>
          <w:sz w:val="27"/>
          <w:szCs w:val="27"/>
        </w:rPr>
        <w:t>о</w:t>
      </w:r>
      <w:r w:rsidRPr="00433F3F">
        <w:rPr>
          <w:sz w:val="27"/>
          <w:szCs w:val="27"/>
        </w:rPr>
        <w:t xml:space="preserve">бразования </w:t>
      </w:r>
    </w:p>
    <w:p w:rsidR="00D32A9F" w:rsidRPr="00433F3F" w:rsidRDefault="00C62C8A" w:rsidP="00494EED">
      <w:pPr>
        <w:pStyle w:val="ae"/>
        <w:spacing w:before="0" w:beforeAutospacing="0" w:after="0"/>
        <w:ind w:right="-74"/>
        <w:rPr>
          <w:sz w:val="27"/>
          <w:szCs w:val="27"/>
        </w:rPr>
      </w:pPr>
      <w:r w:rsidRPr="00433F3F">
        <w:rPr>
          <w:sz w:val="27"/>
          <w:szCs w:val="27"/>
        </w:rPr>
        <w:t xml:space="preserve">«Майминский район»                                       </w:t>
      </w:r>
      <w:r w:rsidR="00DB18AF" w:rsidRPr="00433F3F">
        <w:rPr>
          <w:sz w:val="27"/>
          <w:szCs w:val="27"/>
        </w:rPr>
        <w:t xml:space="preserve">   </w:t>
      </w:r>
      <w:r w:rsidR="00113C5E">
        <w:rPr>
          <w:sz w:val="27"/>
          <w:szCs w:val="27"/>
        </w:rPr>
        <w:t xml:space="preserve">     </w:t>
      </w:r>
      <w:r w:rsidR="00DB18AF" w:rsidRPr="00433F3F">
        <w:rPr>
          <w:sz w:val="27"/>
          <w:szCs w:val="27"/>
        </w:rPr>
        <w:t xml:space="preserve">  </w:t>
      </w:r>
      <w:r w:rsidR="008251A0" w:rsidRPr="00CE48B3">
        <w:rPr>
          <w:sz w:val="27"/>
          <w:szCs w:val="27"/>
        </w:rPr>
        <w:t xml:space="preserve">                    </w:t>
      </w:r>
      <w:r w:rsidR="00DB18AF" w:rsidRPr="00433F3F">
        <w:rPr>
          <w:sz w:val="27"/>
          <w:szCs w:val="27"/>
        </w:rPr>
        <w:t xml:space="preserve">     П.В. Громов</w:t>
      </w:r>
    </w:p>
    <w:sectPr w:rsidR="00D32A9F" w:rsidRPr="00433F3F" w:rsidSect="008251A0">
      <w:type w:val="continuous"/>
      <w:pgSz w:w="11907" w:h="16840" w:code="9"/>
      <w:pgMar w:top="1134" w:right="851" w:bottom="851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5D0" w:rsidRDefault="006755D0" w:rsidP="00F2108F">
      <w:pPr>
        <w:spacing w:before="0" w:line="240" w:lineRule="auto"/>
      </w:pPr>
      <w:r>
        <w:separator/>
      </w:r>
    </w:p>
  </w:endnote>
  <w:endnote w:type="continuationSeparator" w:id="0">
    <w:p w:rsidR="006755D0" w:rsidRDefault="006755D0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5D0" w:rsidRDefault="006755D0" w:rsidP="00F2108F">
      <w:pPr>
        <w:spacing w:before="0" w:line="240" w:lineRule="auto"/>
      </w:pPr>
      <w:r>
        <w:separator/>
      </w:r>
    </w:p>
  </w:footnote>
  <w:footnote w:type="continuationSeparator" w:id="0">
    <w:p w:rsidR="006755D0" w:rsidRDefault="006755D0" w:rsidP="00F2108F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2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3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3701546C"/>
    <w:multiLevelType w:val="multilevel"/>
    <w:tmpl w:val="03FA02C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96" w:hanging="2160"/>
      </w:pPr>
      <w:rPr>
        <w:rFonts w:hint="default"/>
      </w:rPr>
    </w:lvl>
  </w:abstractNum>
  <w:abstractNum w:abstractNumId="6" w15:restartNumberingAfterBreak="0">
    <w:nsid w:val="3D471EA1"/>
    <w:multiLevelType w:val="hybridMultilevel"/>
    <w:tmpl w:val="9AF2A98C"/>
    <w:lvl w:ilvl="0" w:tplc="50727C5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" w15:restartNumberingAfterBreak="0">
    <w:nsid w:val="5B1466C3"/>
    <w:multiLevelType w:val="hybridMultilevel"/>
    <w:tmpl w:val="D24E7A46"/>
    <w:lvl w:ilvl="0" w:tplc="14A2FA0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031771"/>
    <w:multiLevelType w:val="multilevel"/>
    <w:tmpl w:val="B5E6B2BC"/>
    <w:lvl w:ilvl="0">
      <w:start w:val="1"/>
      <w:numFmt w:val="decimal"/>
      <w:lvlText w:val="%1."/>
      <w:lvlJc w:val="left"/>
      <w:pPr>
        <w:ind w:left="583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3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75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1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  <w:rPr>
        <w:rFonts w:hint="default"/>
      </w:rPr>
    </w:lvl>
  </w:abstractNum>
  <w:abstractNum w:abstractNumId="13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2"/>
  </w:num>
  <w:num w:numId="2">
    <w:abstractNumId w:val="10"/>
  </w:num>
  <w:num w:numId="3">
    <w:abstractNumId w:val="8"/>
  </w:num>
  <w:num w:numId="4">
    <w:abstractNumId w:val="7"/>
  </w:num>
  <w:num w:numId="5">
    <w:abstractNumId w:val="4"/>
  </w:num>
  <w:num w:numId="6">
    <w:abstractNumId w:val="11"/>
  </w:num>
  <w:num w:numId="7">
    <w:abstractNumId w:val="3"/>
  </w:num>
  <w:num w:numId="8">
    <w:abstractNumId w:val="13"/>
  </w:num>
  <w:num w:numId="9">
    <w:abstractNumId w:val="1"/>
  </w:num>
  <w:num w:numId="10">
    <w:abstractNumId w:val="0"/>
  </w:num>
  <w:num w:numId="11">
    <w:abstractNumId w:val="12"/>
  </w:num>
  <w:num w:numId="12">
    <w:abstractNumId w:val="5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AF"/>
    <w:rsid w:val="000074A0"/>
    <w:rsid w:val="000354BB"/>
    <w:rsid w:val="00042525"/>
    <w:rsid w:val="00045354"/>
    <w:rsid w:val="000548F9"/>
    <w:rsid w:val="0006234F"/>
    <w:rsid w:val="00064239"/>
    <w:rsid w:val="00065DF7"/>
    <w:rsid w:val="00071066"/>
    <w:rsid w:val="000736DE"/>
    <w:rsid w:val="00093632"/>
    <w:rsid w:val="00096503"/>
    <w:rsid w:val="000A4E37"/>
    <w:rsid w:val="000B5262"/>
    <w:rsid w:val="000B5288"/>
    <w:rsid w:val="000C114C"/>
    <w:rsid w:val="000D2626"/>
    <w:rsid w:val="000D3ACD"/>
    <w:rsid w:val="000E2CBB"/>
    <w:rsid w:val="000E6C50"/>
    <w:rsid w:val="000F285D"/>
    <w:rsid w:val="000F3093"/>
    <w:rsid w:val="000F6365"/>
    <w:rsid w:val="001121FD"/>
    <w:rsid w:val="00112715"/>
    <w:rsid w:val="00113C5E"/>
    <w:rsid w:val="00123A52"/>
    <w:rsid w:val="00134655"/>
    <w:rsid w:val="00136094"/>
    <w:rsid w:val="00147813"/>
    <w:rsid w:val="00152185"/>
    <w:rsid w:val="00153E34"/>
    <w:rsid w:val="0015563C"/>
    <w:rsid w:val="0016352E"/>
    <w:rsid w:val="001635AE"/>
    <w:rsid w:val="00163B1E"/>
    <w:rsid w:val="001655E6"/>
    <w:rsid w:val="001705A2"/>
    <w:rsid w:val="001741DB"/>
    <w:rsid w:val="0017529E"/>
    <w:rsid w:val="00175596"/>
    <w:rsid w:val="001A0F60"/>
    <w:rsid w:val="001A3D62"/>
    <w:rsid w:val="001B15DB"/>
    <w:rsid w:val="001B2E82"/>
    <w:rsid w:val="001B7A8B"/>
    <w:rsid w:val="001C5694"/>
    <w:rsid w:val="001E0958"/>
    <w:rsid w:val="001E410C"/>
    <w:rsid w:val="001F3BB5"/>
    <w:rsid w:val="001F6940"/>
    <w:rsid w:val="002071B2"/>
    <w:rsid w:val="00217D44"/>
    <w:rsid w:val="00220673"/>
    <w:rsid w:val="00221736"/>
    <w:rsid w:val="002232C8"/>
    <w:rsid w:val="00231999"/>
    <w:rsid w:val="00233674"/>
    <w:rsid w:val="002348AF"/>
    <w:rsid w:val="002453D4"/>
    <w:rsid w:val="00257AAF"/>
    <w:rsid w:val="00261AE2"/>
    <w:rsid w:val="0026350E"/>
    <w:rsid w:val="00264285"/>
    <w:rsid w:val="00273AB4"/>
    <w:rsid w:val="00276A3D"/>
    <w:rsid w:val="00276A6F"/>
    <w:rsid w:val="002878EE"/>
    <w:rsid w:val="002906E0"/>
    <w:rsid w:val="0029431F"/>
    <w:rsid w:val="002A2207"/>
    <w:rsid w:val="002A5C49"/>
    <w:rsid w:val="002B5DE3"/>
    <w:rsid w:val="002D55C5"/>
    <w:rsid w:val="002D6D0B"/>
    <w:rsid w:val="002D73ED"/>
    <w:rsid w:val="002F3D47"/>
    <w:rsid w:val="002F4C57"/>
    <w:rsid w:val="00312AE3"/>
    <w:rsid w:val="00315A55"/>
    <w:rsid w:val="00315F64"/>
    <w:rsid w:val="0037348A"/>
    <w:rsid w:val="00392D5A"/>
    <w:rsid w:val="00396145"/>
    <w:rsid w:val="00396985"/>
    <w:rsid w:val="003A4CEC"/>
    <w:rsid w:val="003C360E"/>
    <w:rsid w:val="003C75E6"/>
    <w:rsid w:val="003C7EC1"/>
    <w:rsid w:val="003D42B4"/>
    <w:rsid w:val="003D4801"/>
    <w:rsid w:val="003D64DB"/>
    <w:rsid w:val="003E3B0A"/>
    <w:rsid w:val="003E7B29"/>
    <w:rsid w:val="003F302B"/>
    <w:rsid w:val="003F55C0"/>
    <w:rsid w:val="003F5674"/>
    <w:rsid w:val="004015EE"/>
    <w:rsid w:val="00410DC2"/>
    <w:rsid w:val="00414DEF"/>
    <w:rsid w:val="004216BB"/>
    <w:rsid w:val="00422399"/>
    <w:rsid w:val="00423271"/>
    <w:rsid w:val="00433F3F"/>
    <w:rsid w:val="0044277A"/>
    <w:rsid w:val="00446DCC"/>
    <w:rsid w:val="004521BE"/>
    <w:rsid w:val="004559EA"/>
    <w:rsid w:val="00461192"/>
    <w:rsid w:val="00466F1B"/>
    <w:rsid w:val="00477B90"/>
    <w:rsid w:val="00494EED"/>
    <w:rsid w:val="004A63D4"/>
    <w:rsid w:val="004A6C13"/>
    <w:rsid w:val="004B11B3"/>
    <w:rsid w:val="004B56C4"/>
    <w:rsid w:val="004C16D2"/>
    <w:rsid w:val="004C2AB5"/>
    <w:rsid w:val="004C5023"/>
    <w:rsid w:val="004D186A"/>
    <w:rsid w:val="004D66F5"/>
    <w:rsid w:val="004E4611"/>
    <w:rsid w:val="004F1807"/>
    <w:rsid w:val="004F73B1"/>
    <w:rsid w:val="005003F6"/>
    <w:rsid w:val="005022C4"/>
    <w:rsid w:val="00521A53"/>
    <w:rsid w:val="005222B1"/>
    <w:rsid w:val="00524325"/>
    <w:rsid w:val="0053767D"/>
    <w:rsid w:val="00542518"/>
    <w:rsid w:val="00550426"/>
    <w:rsid w:val="0055744E"/>
    <w:rsid w:val="0056174E"/>
    <w:rsid w:val="005658A4"/>
    <w:rsid w:val="00571760"/>
    <w:rsid w:val="0057742F"/>
    <w:rsid w:val="00577BBE"/>
    <w:rsid w:val="00580167"/>
    <w:rsid w:val="0058223D"/>
    <w:rsid w:val="005825AB"/>
    <w:rsid w:val="00595916"/>
    <w:rsid w:val="005B2080"/>
    <w:rsid w:val="005B7FF6"/>
    <w:rsid w:val="005C7654"/>
    <w:rsid w:val="005D0AEB"/>
    <w:rsid w:val="005D7D1D"/>
    <w:rsid w:val="005E51C7"/>
    <w:rsid w:val="005E5DC7"/>
    <w:rsid w:val="005F3286"/>
    <w:rsid w:val="00615232"/>
    <w:rsid w:val="00617A66"/>
    <w:rsid w:val="00621AEF"/>
    <w:rsid w:val="00622BD4"/>
    <w:rsid w:val="00625D3E"/>
    <w:rsid w:val="00627A2E"/>
    <w:rsid w:val="00632658"/>
    <w:rsid w:val="006471C6"/>
    <w:rsid w:val="0065334F"/>
    <w:rsid w:val="00662FFC"/>
    <w:rsid w:val="00663658"/>
    <w:rsid w:val="00671B2C"/>
    <w:rsid w:val="006755D0"/>
    <w:rsid w:val="00685A9B"/>
    <w:rsid w:val="006B6854"/>
    <w:rsid w:val="006C465E"/>
    <w:rsid w:val="006C5A6F"/>
    <w:rsid w:val="006D04CC"/>
    <w:rsid w:val="006E696F"/>
    <w:rsid w:val="006F1597"/>
    <w:rsid w:val="007003CD"/>
    <w:rsid w:val="0070647D"/>
    <w:rsid w:val="00714CC7"/>
    <w:rsid w:val="00715FAA"/>
    <w:rsid w:val="0071673D"/>
    <w:rsid w:val="00724E93"/>
    <w:rsid w:val="00735175"/>
    <w:rsid w:val="00737A6D"/>
    <w:rsid w:val="0074075C"/>
    <w:rsid w:val="00740DF7"/>
    <w:rsid w:val="00752C0A"/>
    <w:rsid w:val="007570DF"/>
    <w:rsid w:val="00777205"/>
    <w:rsid w:val="007906A2"/>
    <w:rsid w:val="007A3C84"/>
    <w:rsid w:val="007B1BED"/>
    <w:rsid w:val="007B1FD7"/>
    <w:rsid w:val="007C1471"/>
    <w:rsid w:val="007D0E7B"/>
    <w:rsid w:val="007D3605"/>
    <w:rsid w:val="007D6256"/>
    <w:rsid w:val="007E452D"/>
    <w:rsid w:val="007E6BA5"/>
    <w:rsid w:val="007E713D"/>
    <w:rsid w:val="00802EC4"/>
    <w:rsid w:val="0080390A"/>
    <w:rsid w:val="008121A0"/>
    <w:rsid w:val="00813B09"/>
    <w:rsid w:val="0082277B"/>
    <w:rsid w:val="0082364E"/>
    <w:rsid w:val="00824AF7"/>
    <w:rsid w:val="008251A0"/>
    <w:rsid w:val="00827902"/>
    <w:rsid w:val="008315BB"/>
    <w:rsid w:val="00833C21"/>
    <w:rsid w:val="00837939"/>
    <w:rsid w:val="008434FE"/>
    <w:rsid w:val="00845296"/>
    <w:rsid w:val="00854439"/>
    <w:rsid w:val="00870EA7"/>
    <w:rsid w:val="008774AF"/>
    <w:rsid w:val="00880C3F"/>
    <w:rsid w:val="00881BF7"/>
    <w:rsid w:val="00892CC6"/>
    <w:rsid w:val="00897E8B"/>
    <w:rsid w:val="008A0115"/>
    <w:rsid w:val="008B325E"/>
    <w:rsid w:val="008B5B48"/>
    <w:rsid w:val="008C3D89"/>
    <w:rsid w:val="008D04AD"/>
    <w:rsid w:val="008E418A"/>
    <w:rsid w:val="009005AA"/>
    <w:rsid w:val="009261C6"/>
    <w:rsid w:val="00932078"/>
    <w:rsid w:val="0093268F"/>
    <w:rsid w:val="009332B5"/>
    <w:rsid w:val="009357F3"/>
    <w:rsid w:val="009404E6"/>
    <w:rsid w:val="00957916"/>
    <w:rsid w:val="0096170A"/>
    <w:rsid w:val="0096353A"/>
    <w:rsid w:val="00966B41"/>
    <w:rsid w:val="00971B13"/>
    <w:rsid w:val="00980E3C"/>
    <w:rsid w:val="009834F7"/>
    <w:rsid w:val="00987CA6"/>
    <w:rsid w:val="0099175A"/>
    <w:rsid w:val="00995819"/>
    <w:rsid w:val="009B30C4"/>
    <w:rsid w:val="009D52AC"/>
    <w:rsid w:val="009F11E3"/>
    <w:rsid w:val="00A04328"/>
    <w:rsid w:val="00A06A12"/>
    <w:rsid w:val="00A20C52"/>
    <w:rsid w:val="00A37EB4"/>
    <w:rsid w:val="00A45061"/>
    <w:rsid w:val="00A50280"/>
    <w:rsid w:val="00A55183"/>
    <w:rsid w:val="00A761B0"/>
    <w:rsid w:val="00A777D0"/>
    <w:rsid w:val="00A83F42"/>
    <w:rsid w:val="00A8582D"/>
    <w:rsid w:val="00AA0095"/>
    <w:rsid w:val="00AA0542"/>
    <w:rsid w:val="00AA19AA"/>
    <w:rsid w:val="00AA295C"/>
    <w:rsid w:val="00AA2E95"/>
    <w:rsid w:val="00AA42E2"/>
    <w:rsid w:val="00AA6733"/>
    <w:rsid w:val="00AC1F42"/>
    <w:rsid w:val="00AC3F88"/>
    <w:rsid w:val="00AC4DA0"/>
    <w:rsid w:val="00AC74A8"/>
    <w:rsid w:val="00AD622A"/>
    <w:rsid w:val="00AD7048"/>
    <w:rsid w:val="00AE3AF5"/>
    <w:rsid w:val="00AE406E"/>
    <w:rsid w:val="00AE569A"/>
    <w:rsid w:val="00AF37D5"/>
    <w:rsid w:val="00AF3A5A"/>
    <w:rsid w:val="00B03080"/>
    <w:rsid w:val="00B034FE"/>
    <w:rsid w:val="00B04021"/>
    <w:rsid w:val="00B05552"/>
    <w:rsid w:val="00B10F0D"/>
    <w:rsid w:val="00B12D53"/>
    <w:rsid w:val="00B1759E"/>
    <w:rsid w:val="00B22A63"/>
    <w:rsid w:val="00B23B8D"/>
    <w:rsid w:val="00B2660B"/>
    <w:rsid w:val="00B26F66"/>
    <w:rsid w:val="00B3228A"/>
    <w:rsid w:val="00B32305"/>
    <w:rsid w:val="00B3608C"/>
    <w:rsid w:val="00B4504C"/>
    <w:rsid w:val="00B53F2F"/>
    <w:rsid w:val="00B575F3"/>
    <w:rsid w:val="00B72BAE"/>
    <w:rsid w:val="00B76176"/>
    <w:rsid w:val="00B80D85"/>
    <w:rsid w:val="00B93ADF"/>
    <w:rsid w:val="00B9401B"/>
    <w:rsid w:val="00B964DC"/>
    <w:rsid w:val="00BB7693"/>
    <w:rsid w:val="00BC6A90"/>
    <w:rsid w:val="00BD3FE0"/>
    <w:rsid w:val="00BE3EF5"/>
    <w:rsid w:val="00BF1642"/>
    <w:rsid w:val="00BF4CEC"/>
    <w:rsid w:val="00C02D0F"/>
    <w:rsid w:val="00C04F83"/>
    <w:rsid w:val="00C05D34"/>
    <w:rsid w:val="00C31B00"/>
    <w:rsid w:val="00C43786"/>
    <w:rsid w:val="00C51D72"/>
    <w:rsid w:val="00C53674"/>
    <w:rsid w:val="00C53E8C"/>
    <w:rsid w:val="00C545A0"/>
    <w:rsid w:val="00C62C8A"/>
    <w:rsid w:val="00C67555"/>
    <w:rsid w:val="00C73971"/>
    <w:rsid w:val="00C80D3E"/>
    <w:rsid w:val="00C8546B"/>
    <w:rsid w:val="00C85F0B"/>
    <w:rsid w:val="00C90803"/>
    <w:rsid w:val="00C928A7"/>
    <w:rsid w:val="00CA75F5"/>
    <w:rsid w:val="00CB23A6"/>
    <w:rsid w:val="00CB479D"/>
    <w:rsid w:val="00CD20E2"/>
    <w:rsid w:val="00CD3D66"/>
    <w:rsid w:val="00CE1077"/>
    <w:rsid w:val="00CE109D"/>
    <w:rsid w:val="00CE48B3"/>
    <w:rsid w:val="00CE506A"/>
    <w:rsid w:val="00CE548A"/>
    <w:rsid w:val="00CF2896"/>
    <w:rsid w:val="00CF759B"/>
    <w:rsid w:val="00D070B3"/>
    <w:rsid w:val="00D248AE"/>
    <w:rsid w:val="00D32A9F"/>
    <w:rsid w:val="00D46D66"/>
    <w:rsid w:val="00D562C2"/>
    <w:rsid w:val="00D66B2A"/>
    <w:rsid w:val="00D675D5"/>
    <w:rsid w:val="00D805D8"/>
    <w:rsid w:val="00D8107E"/>
    <w:rsid w:val="00D82C7F"/>
    <w:rsid w:val="00D92FC5"/>
    <w:rsid w:val="00DA33D9"/>
    <w:rsid w:val="00DA4691"/>
    <w:rsid w:val="00DB18AF"/>
    <w:rsid w:val="00DB2DDD"/>
    <w:rsid w:val="00DB378F"/>
    <w:rsid w:val="00DC04CB"/>
    <w:rsid w:val="00DD6786"/>
    <w:rsid w:val="00DE522E"/>
    <w:rsid w:val="00DF0954"/>
    <w:rsid w:val="00DF2439"/>
    <w:rsid w:val="00E0455B"/>
    <w:rsid w:val="00E04696"/>
    <w:rsid w:val="00E10FFD"/>
    <w:rsid w:val="00E16765"/>
    <w:rsid w:val="00E249EA"/>
    <w:rsid w:val="00E25772"/>
    <w:rsid w:val="00E34B18"/>
    <w:rsid w:val="00E34D9C"/>
    <w:rsid w:val="00E43EB5"/>
    <w:rsid w:val="00E53552"/>
    <w:rsid w:val="00E62345"/>
    <w:rsid w:val="00E95667"/>
    <w:rsid w:val="00E97D33"/>
    <w:rsid w:val="00E97E6E"/>
    <w:rsid w:val="00EA6799"/>
    <w:rsid w:val="00EA6D82"/>
    <w:rsid w:val="00ED5EEF"/>
    <w:rsid w:val="00EE343A"/>
    <w:rsid w:val="00EF2DB7"/>
    <w:rsid w:val="00F17625"/>
    <w:rsid w:val="00F2108F"/>
    <w:rsid w:val="00F31EDF"/>
    <w:rsid w:val="00F40A2B"/>
    <w:rsid w:val="00F55114"/>
    <w:rsid w:val="00F6616C"/>
    <w:rsid w:val="00F81AFD"/>
    <w:rsid w:val="00F919AA"/>
    <w:rsid w:val="00FA535F"/>
    <w:rsid w:val="00FB44DA"/>
    <w:rsid w:val="00FB77E6"/>
    <w:rsid w:val="00FC0CEA"/>
    <w:rsid w:val="00FC19F8"/>
    <w:rsid w:val="00FC2101"/>
    <w:rsid w:val="00FD0565"/>
    <w:rsid w:val="00FD3088"/>
    <w:rsid w:val="00FD50CE"/>
    <w:rsid w:val="00FE2A56"/>
    <w:rsid w:val="00FE361C"/>
    <w:rsid w:val="00FF425E"/>
    <w:rsid w:val="00FF55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CCCBBA"/>
  <w15:docId w15:val="{6D466CBF-B9C4-4671-998B-2218C893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1BE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521BE"/>
    <w:pPr>
      <w:spacing w:line="220" w:lineRule="auto"/>
    </w:pPr>
    <w:rPr>
      <w:sz w:val="28"/>
    </w:rPr>
  </w:style>
  <w:style w:type="paragraph" w:styleId="a4">
    <w:name w:val="Body Text"/>
    <w:basedOn w:val="a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"/>
    <w:rsid w:val="004521BE"/>
    <w:pPr>
      <w:spacing w:before="0" w:line="240" w:lineRule="auto"/>
      <w:ind w:left="0"/>
      <w:jc w:val="left"/>
    </w:pPr>
  </w:style>
  <w:style w:type="paragraph" w:styleId="a5">
    <w:name w:val="caption"/>
    <w:basedOn w:val="a"/>
    <w:next w:val="a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6">
    <w:name w:val="Document Map"/>
    <w:basedOn w:val="a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"/>
    <w:rsid w:val="007906A2"/>
    <w:pPr>
      <w:spacing w:after="120" w:line="480" w:lineRule="auto"/>
      <w:ind w:left="283"/>
    </w:pPr>
  </w:style>
  <w:style w:type="paragraph" w:styleId="a7">
    <w:name w:val="header"/>
    <w:basedOn w:val="a"/>
    <w:link w:val="a8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2108F"/>
    <w:rPr>
      <w:snapToGrid/>
      <w:sz w:val="22"/>
    </w:rPr>
  </w:style>
  <w:style w:type="paragraph" w:styleId="a9">
    <w:name w:val="footer"/>
    <w:basedOn w:val="a"/>
    <w:link w:val="aa"/>
    <w:rsid w:val="00F2108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2108F"/>
    <w:rPr>
      <w:snapToGrid/>
      <w:sz w:val="22"/>
    </w:rPr>
  </w:style>
  <w:style w:type="table" w:styleId="ab">
    <w:name w:val="Table Grid"/>
    <w:basedOn w:val="a1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27902"/>
    <w:rPr>
      <w:rFonts w:ascii="Tahoma" w:hAnsi="Tahoma" w:cs="Tahoma"/>
      <w:snapToGrid w:val="0"/>
      <w:sz w:val="16"/>
      <w:szCs w:val="16"/>
    </w:rPr>
  </w:style>
  <w:style w:type="paragraph" w:styleId="ae">
    <w:name w:val="Normal (Web)"/>
    <w:basedOn w:val="a"/>
    <w:rsid w:val="00134655"/>
    <w:pPr>
      <w:widowControl/>
      <w:spacing w:before="100" w:beforeAutospacing="1" w:after="119" w:line="240" w:lineRule="auto"/>
      <w:ind w:left="0" w:right="0"/>
      <w:jc w:val="left"/>
    </w:pPr>
    <w:rPr>
      <w:snapToGrid/>
      <w:sz w:val="24"/>
      <w:szCs w:val="24"/>
    </w:rPr>
  </w:style>
  <w:style w:type="paragraph" w:styleId="af">
    <w:name w:val="List Paragraph"/>
    <w:basedOn w:val="a"/>
    <w:uiPriority w:val="34"/>
    <w:qFormat/>
    <w:rsid w:val="008121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75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h1\Desktop\&#1073;&#1083;&#1072;&#1085;&#1082;&#1080;%202018\&#1041;&#1083;&#1072;&#1085;&#1082;%20&#1056;&#1072;&#1089;&#1087;&#1086;&#1088;&#1103;&#1078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232A02-23D9-486D-9D7D-65559E4CD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Распоряжение.dotx</Template>
  <TotalTime>96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Arh1</dc:creator>
  <cp:lastModifiedBy>Vdovina</cp:lastModifiedBy>
  <cp:revision>20</cp:revision>
  <cp:lastPrinted>2024-10-28T04:57:00Z</cp:lastPrinted>
  <dcterms:created xsi:type="dcterms:W3CDTF">2024-10-23T07:22:00Z</dcterms:created>
  <dcterms:modified xsi:type="dcterms:W3CDTF">2025-09-15T03:26:00Z</dcterms:modified>
</cp:coreProperties>
</file>